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D874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2B44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A3750D" w14:textId="77777777" w:rsidR="008831D6" w:rsidRDefault="0071620A" w:rsidP="008831D6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831D6">
        <w:rPr>
          <w:rFonts w:ascii="Corbel" w:hAnsi="Corbel"/>
          <w:smallCaps/>
          <w:color w:val="000000" w:themeColor="text1"/>
          <w:sz w:val="24"/>
          <w:szCs w:val="24"/>
        </w:rPr>
        <w:t>2020-2023</w:t>
      </w:r>
      <w:r w:rsidR="00DC6D0C" w:rsidRPr="0015164A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5D4CC823" w14:textId="748111A3" w:rsidR="00445970" w:rsidRPr="00EA4832" w:rsidRDefault="00445970" w:rsidP="008831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8831D6">
        <w:rPr>
          <w:rFonts w:ascii="Corbel" w:hAnsi="Corbel"/>
          <w:sz w:val="20"/>
          <w:szCs w:val="20"/>
        </w:rPr>
        <w:t xml:space="preserve">: </w:t>
      </w:r>
      <w:r w:rsidR="0015164A">
        <w:rPr>
          <w:rFonts w:ascii="Corbel" w:hAnsi="Corbel"/>
          <w:sz w:val="20"/>
          <w:szCs w:val="20"/>
        </w:rPr>
        <w:t>202</w:t>
      </w:r>
      <w:r w:rsidR="008831D6">
        <w:rPr>
          <w:rFonts w:ascii="Corbel" w:hAnsi="Corbel"/>
          <w:sz w:val="20"/>
          <w:szCs w:val="20"/>
        </w:rPr>
        <w:t>2/2023</w:t>
      </w:r>
    </w:p>
    <w:p w14:paraId="65A6C7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3B6D7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DD3335" w14:textId="77777777" w:rsidTr="00B819C8">
        <w:tc>
          <w:tcPr>
            <w:tcW w:w="2694" w:type="dxa"/>
            <w:vAlign w:val="center"/>
          </w:tcPr>
          <w:p w14:paraId="64E436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0870D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Rynki </w:t>
            </w:r>
            <w:r w:rsidR="00B47A6B">
              <w:rPr>
                <w:rFonts w:ascii="Corbel" w:hAnsi="Corbel"/>
                <w:b w:val="0"/>
                <w:sz w:val="24"/>
                <w:szCs w:val="24"/>
              </w:rPr>
              <w:t>finansowe i doradztwo inwestycyjne</w:t>
            </w:r>
          </w:p>
        </w:tc>
      </w:tr>
      <w:tr w:rsidR="0085747A" w:rsidRPr="009C54AE" w14:paraId="599C430E" w14:textId="77777777" w:rsidTr="00B819C8">
        <w:tc>
          <w:tcPr>
            <w:tcW w:w="2694" w:type="dxa"/>
            <w:vAlign w:val="center"/>
          </w:tcPr>
          <w:p w14:paraId="190248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B5842C" w14:textId="6180EE4D" w:rsidR="0085747A" w:rsidRPr="009C54AE" w:rsidRDefault="00591E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1E57">
              <w:rPr>
                <w:rFonts w:ascii="Corbel" w:hAnsi="Corbel"/>
                <w:b w:val="0"/>
                <w:sz w:val="24"/>
                <w:szCs w:val="24"/>
              </w:rPr>
              <w:t>E/I/EP/C-1.11b</w:t>
            </w:r>
          </w:p>
        </w:tc>
      </w:tr>
      <w:tr w:rsidR="0085747A" w:rsidRPr="009C54AE" w14:paraId="1C5FB2A4" w14:textId="77777777" w:rsidTr="00B819C8">
        <w:tc>
          <w:tcPr>
            <w:tcW w:w="2694" w:type="dxa"/>
            <w:vAlign w:val="center"/>
          </w:tcPr>
          <w:p w14:paraId="5AC55D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9A59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D7222E" w14:textId="77777777" w:rsidTr="00B819C8">
        <w:tc>
          <w:tcPr>
            <w:tcW w:w="2694" w:type="dxa"/>
            <w:vAlign w:val="center"/>
          </w:tcPr>
          <w:p w14:paraId="1E54F9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DE8C2" w14:textId="3BADDFB7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DFB81E" w14:textId="77777777" w:rsidTr="00B819C8">
        <w:tc>
          <w:tcPr>
            <w:tcW w:w="2694" w:type="dxa"/>
            <w:vAlign w:val="center"/>
          </w:tcPr>
          <w:p w14:paraId="1F4738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4B53EF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D04EC7" w14:textId="77777777" w:rsidTr="00B819C8">
        <w:tc>
          <w:tcPr>
            <w:tcW w:w="2694" w:type="dxa"/>
            <w:vAlign w:val="center"/>
          </w:tcPr>
          <w:p w14:paraId="4FA704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65A0A2" w14:textId="644D8589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4B6AD41" w14:textId="77777777" w:rsidTr="00B819C8">
        <w:tc>
          <w:tcPr>
            <w:tcW w:w="2694" w:type="dxa"/>
            <w:vAlign w:val="center"/>
          </w:tcPr>
          <w:p w14:paraId="706AF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EC8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93796C5" w14:textId="77777777" w:rsidTr="00B819C8">
        <w:tc>
          <w:tcPr>
            <w:tcW w:w="2694" w:type="dxa"/>
            <w:vAlign w:val="center"/>
          </w:tcPr>
          <w:p w14:paraId="0F215F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57612C" w14:textId="77777777" w:rsidR="0085747A" w:rsidRPr="009C54AE" w:rsidRDefault="009F57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10ECA3" w14:textId="77777777" w:rsidTr="00B819C8">
        <w:tc>
          <w:tcPr>
            <w:tcW w:w="2694" w:type="dxa"/>
            <w:vAlign w:val="center"/>
          </w:tcPr>
          <w:p w14:paraId="749FE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0D0A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2E89945" w14:textId="77777777" w:rsidTr="00B819C8">
        <w:tc>
          <w:tcPr>
            <w:tcW w:w="2694" w:type="dxa"/>
            <w:vAlign w:val="center"/>
          </w:tcPr>
          <w:p w14:paraId="0A52E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7BDD61" w14:textId="0D08CF29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831D6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3D19519" w14:textId="77777777" w:rsidTr="00B819C8">
        <w:tc>
          <w:tcPr>
            <w:tcW w:w="2694" w:type="dxa"/>
            <w:vAlign w:val="center"/>
          </w:tcPr>
          <w:p w14:paraId="204CCD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709A0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967AF6E" w14:textId="77777777" w:rsidTr="00B819C8">
        <w:tc>
          <w:tcPr>
            <w:tcW w:w="2694" w:type="dxa"/>
            <w:vAlign w:val="center"/>
          </w:tcPr>
          <w:p w14:paraId="3A51A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65A00" w14:textId="6AB58DB3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6F40BF1C" w14:textId="77777777" w:rsidTr="00B819C8">
        <w:tc>
          <w:tcPr>
            <w:tcW w:w="2694" w:type="dxa"/>
            <w:vAlign w:val="center"/>
          </w:tcPr>
          <w:p w14:paraId="79C1EB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6E8DC0" w14:textId="632B6BA5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  <w:r w:rsidR="00E82A47"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21F09680" w14:textId="13CD72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31D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CA73C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C7A959" w14:textId="4BB9345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831D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0B8AD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B45494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1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4859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66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B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8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0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C0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7C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3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A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5E0458" w14:textId="77777777" w:rsidTr="008831D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8382" w14:textId="77777777" w:rsidR="00015B8F" w:rsidRPr="009C54AE" w:rsidRDefault="0015164A" w:rsidP="008831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18F2" w14:textId="77777777" w:rsidR="00015B8F" w:rsidRPr="009C54AE" w:rsidRDefault="009F5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EC88" w14:textId="77777777" w:rsidR="00015B8F" w:rsidRPr="009C54AE" w:rsidRDefault="009F57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6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08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E7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9DDE" w14:textId="77777777" w:rsidR="00015B8F" w:rsidRPr="009C54AE" w:rsidRDefault="001516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D994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15B9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B4648E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9825F05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0D2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2E0482" w14:textId="0C2C021B" w:rsidR="00E22FBC" w:rsidRPr="009C54AE" w:rsidRDefault="008831D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3CE87B" w14:textId="32A5155D" w:rsidR="003D7C14" w:rsidRPr="008831D6" w:rsidRDefault="003D7C1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831D6">
        <w:rPr>
          <w:rFonts w:ascii="Corbel" w:hAnsi="Corbel"/>
          <w:b w:val="0"/>
          <w:smallCaps w:val="0"/>
          <w:szCs w:val="24"/>
        </w:rPr>
        <w:t>egzamin</w:t>
      </w:r>
    </w:p>
    <w:p w14:paraId="35AF9A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11E230" w14:textId="77777777" w:rsidR="000172AE" w:rsidRDefault="0001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825CD" w14:textId="023157D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831D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A02CE42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1DD82D" w14:textId="77777777" w:rsidTr="00745302">
        <w:tc>
          <w:tcPr>
            <w:tcW w:w="9670" w:type="dxa"/>
          </w:tcPr>
          <w:p w14:paraId="2F8EE617" w14:textId="77777777" w:rsidR="0085747A" w:rsidRPr="009C54AE" w:rsidRDefault="001516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FAE55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AF91F3" w14:textId="77777777" w:rsidR="008831D6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C9D15" w14:textId="74520A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831D6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76319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C6D8A2" w14:textId="0A568E0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831D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717EC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164A" w:rsidRPr="00957B50" w14:paraId="2A6E18FA" w14:textId="77777777" w:rsidTr="002F53FE">
        <w:tc>
          <w:tcPr>
            <w:tcW w:w="851" w:type="dxa"/>
            <w:vAlign w:val="center"/>
          </w:tcPr>
          <w:p w14:paraId="6F18FCB8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A3FEAE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 w:rsidR="008977A2">
              <w:rPr>
                <w:rFonts w:ascii="Corbel" w:hAnsi="Corbel"/>
                <w:b w:val="0"/>
                <w:sz w:val="24"/>
                <w:szCs w:val="24"/>
              </w:rPr>
              <w:t>, ewolucji i struktury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3D7C14" w:rsidRPr="00957B50" w14:paraId="76305C4A" w14:textId="77777777" w:rsidTr="00C86BAA">
        <w:tc>
          <w:tcPr>
            <w:tcW w:w="851" w:type="dxa"/>
            <w:vAlign w:val="center"/>
          </w:tcPr>
          <w:p w14:paraId="5CC0F866" w14:textId="77777777" w:rsidR="003D7C14" w:rsidRPr="00957B50" w:rsidRDefault="003D7C14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064921" w14:textId="77777777" w:rsidR="003D7C14" w:rsidRPr="00957B50" w:rsidRDefault="008977A2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wiedzy nt. efektywności informacyjnej rynków akcji, anomalii rynkowych, baniek spekulacyjnych i ich wpływu na decyzje inwestycyjne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5164A" w:rsidRPr="00957B50" w14:paraId="6B9F3EA2" w14:textId="77777777" w:rsidTr="002F53FE">
        <w:tc>
          <w:tcPr>
            <w:tcW w:w="851" w:type="dxa"/>
            <w:vAlign w:val="center"/>
          </w:tcPr>
          <w:p w14:paraId="385172E7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B1D0AD" w14:textId="77777777" w:rsidR="0015164A" w:rsidRPr="00957B50" w:rsidRDefault="003D7C14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trzech głównych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strategii inwestycyjnych do wyboru instrumentów finansowych </w:t>
            </w:r>
          </w:p>
        </w:tc>
      </w:tr>
      <w:tr w:rsidR="0015164A" w:rsidRPr="00E32E65" w14:paraId="7C65BBD1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B91F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C63C" w14:textId="77777777" w:rsidR="0015164A" w:rsidRPr="00E32E65" w:rsidRDefault="0015164A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zyskowności, </w:t>
            </w: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ryzyka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finansowego, jak również analizy kosztów instrumentów finansowych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zmiennym otoczeniu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15164A" w:rsidRPr="00E32E65" w14:paraId="1FE04518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40D4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E140" w14:textId="77777777" w:rsidR="0015164A" w:rsidRPr="00E32E65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C77252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F09484D" w14:textId="3594395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831D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776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DF57410" w14:textId="77777777" w:rsidTr="0015164A">
        <w:tc>
          <w:tcPr>
            <w:tcW w:w="1681" w:type="dxa"/>
            <w:vAlign w:val="center"/>
          </w:tcPr>
          <w:p w14:paraId="7F06A0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4611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725BD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164A" w:rsidRPr="009C54AE" w14:paraId="26F8665B" w14:textId="77777777" w:rsidTr="0015164A">
        <w:tc>
          <w:tcPr>
            <w:tcW w:w="1681" w:type="dxa"/>
          </w:tcPr>
          <w:p w14:paraId="3C7260A8" w14:textId="6242C012" w:rsidR="0015164A" w:rsidRPr="00957B50" w:rsidRDefault="008831D6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5164A" w:rsidRPr="00957B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AF2D484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Zna i rozumie istotę rynku finansowego, sposób jego organizacji oraz zasady, koncepcje i modele wyjaśniające funkcjonowanie rynków finansowych. Dobiera odpowiednie metody do analizy i prezentacji danych z zakresu zarządzania instrumentami finansowymi.</w:t>
            </w:r>
          </w:p>
        </w:tc>
        <w:tc>
          <w:tcPr>
            <w:tcW w:w="1865" w:type="dxa"/>
          </w:tcPr>
          <w:p w14:paraId="20CF8A5F" w14:textId="77777777" w:rsidR="0015164A" w:rsidRPr="00364024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54FC1DC0" w14:textId="77777777" w:rsidR="0015164A" w:rsidRPr="00364024" w:rsidRDefault="000477CB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670E3447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15164A" w:rsidRPr="009C54AE" w14:paraId="52F3E4B0" w14:textId="77777777" w:rsidTr="0015164A">
        <w:tc>
          <w:tcPr>
            <w:tcW w:w="1681" w:type="dxa"/>
          </w:tcPr>
          <w:p w14:paraId="227B6D61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1FDE2E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finansowego.</w:t>
            </w:r>
          </w:p>
        </w:tc>
        <w:tc>
          <w:tcPr>
            <w:tcW w:w="1865" w:type="dxa"/>
          </w:tcPr>
          <w:p w14:paraId="059B708B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37393247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284AA6F6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</w:t>
            </w:r>
            <w:r w:rsidR="000477CB">
              <w:rPr>
                <w:rFonts w:ascii="Corbel" w:hAnsi="Corbel" w:cs="Times New Roman"/>
                <w:color w:val="auto"/>
              </w:rPr>
              <w:t>_U04</w:t>
            </w:r>
          </w:p>
        </w:tc>
      </w:tr>
      <w:tr w:rsidR="0015164A" w:rsidRPr="009C54AE" w14:paraId="041AA3B3" w14:textId="77777777" w:rsidTr="0015164A">
        <w:tc>
          <w:tcPr>
            <w:tcW w:w="1681" w:type="dxa"/>
          </w:tcPr>
          <w:p w14:paraId="71990C0D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7703FF1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>, ma świadomość stopnia zmienności sytuacji na giełdach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4851C5B6" w14:textId="77777777" w:rsidR="0015164A" w:rsidRPr="00957B50" w:rsidRDefault="000477CB" w:rsidP="00151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0D06A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8A2797" w14:textId="35CF58E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831D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92014F" w14:textId="77777777" w:rsidR="008831D6" w:rsidRPr="009C54AE" w:rsidRDefault="008831D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1DA4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3C71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2584D5" w14:textId="77777777" w:rsidTr="19C1EEF9">
        <w:tc>
          <w:tcPr>
            <w:tcW w:w="9520" w:type="dxa"/>
          </w:tcPr>
          <w:p w14:paraId="30D7716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1C86D429" w14:textId="77777777" w:rsidTr="19C1EEF9">
        <w:tc>
          <w:tcPr>
            <w:tcW w:w="9520" w:type="dxa"/>
          </w:tcPr>
          <w:p w14:paraId="3E65BD1D" w14:textId="77777777" w:rsidR="00924323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klasyfikacja rynku finansowego.</w:t>
            </w:r>
          </w:p>
          <w:p w14:paraId="6014E44A" w14:textId="4387CADA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Rodzaje i segmenty rynku finansowego</w:t>
            </w:r>
            <w:r w:rsidR="478EB074" w:rsidRPr="19C1EEF9">
              <w:rPr>
                <w:rFonts w:ascii="Corbel" w:hAnsi="Corbel"/>
                <w:sz w:val="24"/>
                <w:szCs w:val="24"/>
              </w:rPr>
              <w:t>, f</w:t>
            </w:r>
            <w:r w:rsidRPr="19C1EEF9">
              <w:rPr>
                <w:rFonts w:ascii="Corbel" w:hAnsi="Corbel"/>
                <w:sz w:val="24"/>
                <w:szCs w:val="24"/>
              </w:rPr>
              <w:t>unkcje rynku finansowego.</w:t>
            </w:r>
          </w:p>
        </w:tc>
      </w:tr>
      <w:tr w:rsidR="00924323" w:rsidRPr="009C54AE" w14:paraId="2663250F" w14:textId="77777777" w:rsidTr="19C1EEF9">
        <w:tc>
          <w:tcPr>
            <w:tcW w:w="9520" w:type="dxa"/>
          </w:tcPr>
          <w:p w14:paraId="7B85E43C" w14:textId="72A43A89" w:rsidR="00924323" w:rsidRPr="00957B50" w:rsidRDefault="1E87174D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Teorie rynku finansowego</w:t>
            </w:r>
            <w:r w:rsidR="00924323" w:rsidRPr="19C1EEF9">
              <w:rPr>
                <w:rFonts w:ascii="Corbel" w:hAnsi="Corbel"/>
                <w:sz w:val="24"/>
                <w:szCs w:val="24"/>
              </w:rPr>
              <w:t xml:space="preserve">.  </w:t>
            </w:r>
          </w:p>
          <w:p w14:paraId="5A91CC9A" w14:textId="7BABC167" w:rsidR="00924323" w:rsidRPr="00957B50" w:rsidRDefault="2A614949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Efektywność informacyjna rynków akcji</w:t>
            </w:r>
            <w:r w:rsidR="26594E14" w:rsidRPr="19C1EEF9">
              <w:rPr>
                <w:rFonts w:ascii="Corbel" w:hAnsi="Corbel"/>
                <w:sz w:val="24"/>
                <w:szCs w:val="24"/>
              </w:rPr>
              <w:t>,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423E13D9" w:rsidRPr="19C1EEF9">
              <w:rPr>
                <w:rFonts w:ascii="Corbel" w:hAnsi="Corbel"/>
                <w:sz w:val="24"/>
                <w:szCs w:val="24"/>
              </w:rPr>
              <w:t>m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odele finansów behawioralnych </w:t>
            </w:r>
          </w:p>
        </w:tc>
      </w:tr>
      <w:tr w:rsidR="009F574D" w:rsidRPr="009C54AE" w14:paraId="22EE7E56" w14:textId="77777777" w:rsidTr="19C1EEF9">
        <w:tc>
          <w:tcPr>
            <w:tcW w:w="9520" w:type="dxa"/>
          </w:tcPr>
          <w:p w14:paraId="4491869E" w14:textId="6C39FBE6" w:rsidR="009F574D" w:rsidRPr="00957B50" w:rsidRDefault="009F574D" w:rsidP="002F53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Strategie inwestowania</w:t>
            </w:r>
            <w:r w:rsidR="60DB0BD5" w:rsidRPr="19C1EEF9">
              <w:rPr>
                <w:rFonts w:ascii="Corbel" w:hAnsi="Corbel"/>
                <w:sz w:val="24"/>
                <w:szCs w:val="24"/>
              </w:rPr>
              <w:t xml:space="preserve"> - wprowadzenie </w:t>
            </w:r>
          </w:p>
          <w:p w14:paraId="1DE630E5" w14:textId="3C814B72" w:rsidR="008977A2" w:rsidRPr="00957B50" w:rsidRDefault="3FCD86F8" w:rsidP="19C1EE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Parametry oceny skuteczności inwestycyjnej</w:t>
            </w:r>
            <w:r w:rsidR="5F80A989" w:rsidRPr="19C1EEF9">
              <w:rPr>
                <w:rFonts w:ascii="Corbel" w:hAnsi="Corbel"/>
                <w:sz w:val="24"/>
                <w:szCs w:val="24"/>
              </w:rPr>
              <w:t>, p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rzegląd strategii inwestowania. </w:t>
            </w:r>
          </w:p>
        </w:tc>
      </w:tr>
      <w:tr w:rsidR="009F574D" w:rsidRPr="009C54AE" w14:paraId="26608519" w14:textId="77777777" w:rsidTr="19C1EEF9">
        <w:tc>
          <w:tcPr>
            <w:tcW w:w="9520" w:type="dxa"/>
          </w:tcPr>
          <w:p w14:paraId="3271651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inwestowania na rynkach finansowych</w:t>
            </w:r>
          </w:p>
          <w:p w14:paraId="4340C208" w14:textId="72C5F03F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 xml:space="preserve">ETFs, </w:t>
            </w:r>
            <w:r w:rsidR="0750B360" w:rsidRPr="19C1EEF9">
              <w:rPr>
                <w:rFonts w:ascii="Corbel" w:hAnsi="Corbel"/>
                <w:sz w:val="24"/>
                <w:szCs w:val="24"/>
              </w:rPr>
              <w:t>HFTs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, MTFs </w:t>
            </w:r>
            <w:r w:rsidR="0DA0A69F" w:rsidRPr="19C1EEF9">
              <w:rPr>
                <w:rFonts w:ascii="Corbel" w:hAnsi="Corbel"/>
                <w:sz w:val="24"/>
                <w:szCs w:val="24"/>
              </w:rPr>
              <w:t>, derywaty</w:t>
            </w:r>
            <w:r w:rsidR="26A219D4" w:rsidRPr="19C1EEF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8E6A7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537E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DDD7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DBEB24" w14:textId="77777777" w:rsidTr="00924323">
        <w:tc>
          <w:tcPr>
            <w:tcW w:w="9520" w:type="dxa"/>
          </w:tcPr>
          <w:p w14:paraId="4C974F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42AD09D3" w14:textId="77777777" w:rsidTr="00924323">
        <w:tc>
          <w:tcPr>
            <w:tcW w:w="9520" w:type="dxa"/>
          </w:tcPr>
          <w:p w14:paraId="06D8B539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decyzji:  Analiza średniowariancyjna, Teoria oczekiwanej użyteczności, Teoria perspektywy, Inklinacje behawioralne w procesach doradczych</w:t>
            </w:r>
          </w:p>
        </w:tc>
      </w:tr>
      <w:tr w:rsidR="00924323" w:rsidRPr="009C54AE" w14:paraId="622E5840" w14:textId="77777777" w:rsidTr="00924323">
        <w:tc>
          <w:tcPr>
            <w:tcW w:w="9520" w:type="dxa"/>
          </w:tcPr>
          <w:p w14:paraId="035EAD63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wyceny instrumentów finansowych </w:t>
            </w:r>
          </w:p>
        </w:tc>
      </w:tr>
      <w:tr w:rsidR="009F574D" w:rsidRPr="009C54AE" w14:paraId="3CD40378" w14:textId="77777777" w:rsidTr="002F53FE">
        <w:tc>
          <w:tcPr>
            <w:tcW w:w="9520" w:type="dxa"/>
          </w:tcPr>
          <w:p w14:paraId="26FC6C50" w14:textId="77777777" w:rsidR="009F574D" w:rsidRPr="00957B50" w:rsidRDefault="009F574D" w:rsidP="002F53F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inwestowania – analiza 4 czynników: czas, koszty, stopa zwrotu, ryzyko.   </w:t>
            </w:r>
          </w:p>
        </w:tc>
      </w:tr>
      <w:tr w:rsidR="009F574D" w:rsidRPr="009C54AE" w14:paraId="0AFBB9C6" w14:textId="77777777" w:rsidTr="002F53FE">
        <w:tc>
          <w:tcPr>
            <w:tcW w:w="9520" w:type="dxa"/>
          </w:tcPr>
          <w:p w14:paraId="2C95D43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techniczna i fundamentalna rynków finansowych</w:t>
            </w:r>
          </w:p>
        </w:tc>
      </w:tr>
      <w:tr w:rsidR="009F574D" w:rsidRPr="009C54AE" w14:paraId="40056046" w14:textId="77777777" w:rsidTr="00924323">
        <w:tc>
          <w:tcPr>
            <w:tcW w:w="9520" w:type="dxa"/>
          </w:tcPr>
          <w:p w14:paraId="76128857" w14:textId="77777777" w:rsidR="009F574D" w:rsidRPr="00957B50" w:rsidRDefault="009F574D" w:rsidP="009F574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teorii portfela </w:t>
            </w:r>
          </w:p>
        </w:tc>
      </w:tr>
    </w:tbl>
    <w:p w14:paraId="294B42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7D0DB" w14:textId="724935C6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3544716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7F58E" w14:textId="77777777" w:rsidR="009B34CC" w:rsidRPr="00957B50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4D404E7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34CCF43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2148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19A9F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2CD4D" w14:textId="7DA0D3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BA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A682D41" w14:textId="77777777" w:rsidTr="00303DD8">
        <w:tc>
          <w:tcPr>
            <w:tcW w:w="1962" w:type="dxa"/>
            <w:vAlign w:val="center"/>
          </w:tcPr>
          <w:p w14:paraId="313717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99CE9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B806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AF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6A27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79CEB6C0" w14:textId="77777777" w:rsidTr="00303DD8">
        <w:tc>
          <w:tcPr>
            <w:tcW w:w="1962" w:type="dxa"/>
          </w:tcPr>
          <w:p w14:paraId="099CFE2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6CF6C4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3E7A6DAF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7E61D028" w14:textId="77777777" w:rsidTr="00303DD8">
        <w:tc>
          <w:tcPr>
            <w:tcW w:w="1962" w:type="dxa"/>
          </w:tcPr>
          <w:p w14:paraId="0A45DE56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56F4303" w14:textId="77777777" w:rsidR="00303DD8" w:rsidRPr="00957B50" w:rsidRDefault="00303DD8" w:rsidP="00011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grupowy</w:t>
            </w:r>
          </w:p>
        </w:tc>
        <w:tc>
          <w:tcPr>
            <w:tcW w:w="2117" w:type="dxa"/>
          </w:tcPr>
          <w:p w14:paraId="086AA5A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536C8330" w14:textId="77777777" w:rsidTr="00303DD8">
        <w:tc>
          <w:tcPr>
            <w:tcW w:w="1962" w:type="dxa"/>
          </w:tcPr>
          <w:p w14:paraId="097B7C3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15993E9" w14:textId="77777777" w:rsidR="00303DD8" w:rsidRPr="00957B50" w:rsidRDefault="00303DD8" w:rsidP="00897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97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48C3F7D" w14:textId="77777777" w:rsidR="00303DD8" w:rsidRPr="00957B50" w:rsidRDefault="00303DD8" w:rsidP="00303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4F1AE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E9B29" w14:textId="30036C21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83527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6DD4EB" w14:textId="77777777" w:rsidTr="00923D7D">
        <w:tc>
          <w:tcPr>
            <w:tcW w:w="9670" w:type="dxa"/>
          </w:tcPr>
          <w:p w14:paraId="4FFF0ED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6E87099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1E345D0C" w14:textId="77777777" w:rsidR="00303DD8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 xml:space="preserve">ocena aktywności i przygotowania do zajęć </w:t>
            </w:r>
            <w:r w:rsidR="009F574D">
              <w:rPr>
                <w:rFonts w:ascii="Corbel" w:hAnsi="Corbel"/>
                <w:sz w:val="24"/>
                <w:szCs w:val="24"/>
              </w:rPr>
              <w:t>na podstawie zadanej literatury</w:t>
            </w:r>
          </w:p>
          <w:p w14:paraId="59E2696D" w14:textId="77777777" w:rsidR="009F574D" w:rsidRPr="00404EC0" w:rsidRDefault="009F574D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  <w:p w14:paraId="5DF3732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B8E1FFD" w14:textId="1DD92F97" w:rsidR="0085747A" w:rsidRPr="009C54AE" w:rsidRDefault="00303DD8" w:rsidP="008831D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</w:tr>
    </w:tbl>
    <w:p w14:paraId="1E8E3B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A88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9D06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E68A48" w14:textId="77777777" w:rsidTr="00283294">
        <w:tc>
          <w:tcPr>
            <w:tcW w:w="4902" w:type="dxa"/>
            <w:vAlign w:val="center"/>
          </w:tcPr>
          <w:p w14:paraId="050F9D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0967F9" w14:textId="39AD3A2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7023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83294" w:rsidRPr="009C54AE" w14:paraId="7A237846" w14:textId="77777777" w:rsidTr="00283294">
        <w:tc>
          <w:tcPr>
            <w:tcW w:w="4902" w:type="dxa"/>
          </w:tcPr>
          <w:p w14:paraId="5953C94A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E5E139D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83294" w:rsidRPr="009C54AE" w14:paraId="207F4F0A" w14:textId="77777777" w:rsidTr="00283294">
        <w:tc>
          <w:tcPr>
            <w:tcW w:w="4902" w:type="dxa"/>
          </w:tcPr>
          <w:p w14:paraId="3DCA1A94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6A7111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7804FB9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83294" w:rsidRPr="009C54AE" w14:paraId="605046C6" w14:textId="77777777" w:rsidTr="00283294">
        <w:tc>
          <w:tcPr>
            <w:tcW w:w="4902" w:type="dxa"/>
          </w:tcPr>
          <w:p w14:paraId="4F07FC83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6F0B2E" w14:textId="5ECFE89D" w:rsidR="00283294" w:rsidRPr="009C54AE" w:rsidRDefault="00283294" w:rsidP="008831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31D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0C922B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283294" w:rsidRPr="009C54AE" w14:paraId="546CF86F" w14:textId="77777777" w:rsidTr="00283294">
        <w:tc>
          <w:tcPr>
            <w:tcW w:w="4902" w:type="dxa"/>
          </w:tcPr>
          <w:p w14:paraId="02B8065B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D87E2A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83294" w:rsidRPr="009C54AE" w14:paraId="0F151BC5" w14:textId="77777777" w:rsidTr="00283294">
        <w:tc>
          <w:tcPr>
            <w:tcW w:w="4902" w:type="dxa"/>
          </w:tcPr>
          <w:p w14:paraId="7383AFBC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F9B157" w14:textId="77777777" w:rsidR="00283294" w:rsidRPr="00957B50" w:rsidRDefault="008977A2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6FAC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F968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6396E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1FC5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F687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EB9E5FB" w14:textId="77777777" w:rsidTr="00A70237">
        <w:trPr>
          <w:trHeight w:val="397"/>
        </w:trPr>
        <w:tc>
          <w:tcPr>
            <w:tcW w:w="2359" w:type="pct"/>
          </w:tcPr>
          <w:p w14:paraId="34C964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C38C0" w14:textId="691BB53C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A469E7" w14:textId="77777777" w:rsidTr="00A70237">
        <w:trPr>
          <w:trHeight w:val="397"/>
        </w:trPr>
        <w:tc>
          <w:tcPr>
            <w:tcW w:w="2359" w:type="pct"/>
          </w:tcPr>
          <w:p w14:paraId="2CB8AB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A83920" w14:textId="6704B5B5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7F7E4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861D75" w14:textId="77777777" w:rsidR="008831D6" w:rsidRPr="009C54AE" w:rsidRDefault="008831D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BA4C8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BBC4B5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31D6" w14:paraId="7FDBFBC3" w14:textId="77777777" w:rsidTr="00A70237">
        <w:trPr>
          <w:trHeight w:val="397"/>
        </w:trPr>
        <w:tc>
          <w:tcPr>
            <w:tcW w:w="5000" w:type="pct"/>
          </w:tcPr>
          <w:p w14:paraId="4E8D81B2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B558DD" w14:textId="08B0EDCB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Malkiel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B. (2014). Błądząc po Wall Street: sprawdzona strategia skutecznego inwestowania, Oficyna Wolter Kluwer,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1EEFE6" w14:textId="4280298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Jajuga K., Jajuga T.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(2012). Inwestycje – instrumenty finansowe, ryzyko finansowe, inżynieria finansowa,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E62DAF" w14:textId="61D11AF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(2014). Rynek finansowy i jego mechanizmy. Podstawy teorii i praktyki,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737855" w14:textId="7320CFF0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r w:rsidR="00283294" w:rsidRPr="008831D6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R. (2018). Zachowania niepoprawne. Tworzenie ekonomii behawio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ralnej, Media Rodzina, Warszawa.</w:t>
            </w:r>
          </w:p>
        </w:tc>
      </w:tr>
      <w:tr w:rsidR="0085747A" w:rsidRPr="008831D6" w14:paraId="644E7FED" w14:textId="77777777" w:rsidTr="00A70237">
        <w:trPr>
          <w:trHeight w:val="397"/>
        </w:trPr>
        <w:tc>
          <w:tcPr>
            <w:tcW w:w="5000" w:type="pct"/>
          </w:tcPr>
          <w:p w14:paraId="35567275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71CDD7" w14:textId="2A7EDE61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Sopoćko A.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Rynkowe instrumenty finansowe, Wydawnictwo Naukowe PWN, Warszawa.</w:t>
            </w:r>
          </w:p>
          <w:p w14:paraId="38F29B0E" w14:textId="1C6B47E0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Przybylska-Kapuścińska W., Sapała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M. (red.)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Rynek finansowy i zarządzanie w skali mikro- i makroekonomicznej, Wydawnictwo Uniwersytetu Ekonomicznego w Poznaniu, Poznań.</w:t>
            </w:r>
          </w:p>
          <w:p w14:paraId="4E333BC8" w14:textId="456D86D4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Rynek finansowy i jego mechanizmy. Podstawy teorii i praktyki, Wy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dawnictwo Naukowe PWN, Warszawa.</w:t>
            </w:r>
          </w:p>
          <w:p w14:paraId="1E893D60" w14:textId="62ED530D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 T., Bachmann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Psychologia rynku dla doradców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finansowych, Cedewu, Warszawa.</w:t>
            </w:r>
          </w:p>
          <w:p w14:paraId="12045DED" w14:textId="4CE14430" w:rsidR="00283294" w:rsidRPr="008831D6" w:rsidRDefault="008831D6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Gmińska R. (red.)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Rynki finansowe, inwestycje, polityka gospodarcza, CeDeWu, Warszawa.</w:t>
            </w:r>
          </w:p>
          <w:p w14:paraId="4C93FC9A" w14:textId="4913CB19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Shiller R. (2016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PTE, Warszawa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28E9B16" w14:textId="77777777" w:rsidR="008977A2" w:rsidRDefault="008977A2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636855" w14:textId="77777777" w:rsidR="008831D6" w:rsidRDefault="008831D6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07BBA" w14:textId="77777777" w:rsidR="0085747A" w:rsidRPr="009C54AE" w:rsidRDefault="0085747A" w:rsidP="008977A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12AFA" w14:textId="77777777" w:rsidR="00307D57" w:rsidRDefault="00307D57" w:rsidP="00C16ABF">
      <w:pPr>
        <w:spacing w:after="0" w:line="240" w:lineRule="auto"/>
      </w:pPr>
      <w:r>
        <w:separator/>
      </w:r>
    </w:p>
  </w:endnote>
  <w:endnote w:type="continuationSeparator" w:id="0">
    <w:p w14:paraId="17C5FA14" w14:textId="77777777" w:rsidR="00307D57" w:rsidRDefault="00307D5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E59173" w14:textId="77777777" w:rsidR="00307D57" w:rsidRDefault="00307D57" w:rsidP="00C16ABF">
      <w:pPr>
        <w:spacing w:after="0" w:line="240" w:lineRule="auto"/>
      </w:pPr>
      <w:r>
        <w:separator/>
      </w:r>
    </w:p>
  </w:footnote>
  <w:footnote w:type="continuationSeparator" w:id="0">
    <w:p w14:paraId="3244D900" w14:textId="77777777" w:rsidR="00307D57" w:rsidRDefault="00307D57" w:rsidP="00C16ABF">
      <w:pPr>
        <w:spacing w:after="0" w:line="240" w:lineRule="auto"/>
      </w:pPr>
      <w:r>
        <w:continuationSeparator/>
      </w:r>
    </w:p>
  </w:footnote>
  <w:footnote w:id="1">
    <w:p w14:paraId="25950EB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919"/>
    <w:rsid w:val="00015B8F"/>
    <w:rsid w:val="000172AE"/>
    <w:rsid w:val="00022ECE"/>
    <w:rsid w:val="00042A51"/>
    <w:rsid w:val="00042D2E"/>
    <w:rsid w:val="00044C82"/>
    <w:rsid w:val="000477C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64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3294"/>
    <w:rsid w:val="002857DE"/>
    <w:rsid w:val="00291567"/>
    <w:rsid w:val="002A22BF"/>
    <w:rsid w:val="002A2389"/>
    <w:rsid w:val="002A671D"/>
    <w:rsid w:val="002A7B31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DD8"/>
    <w:rsid w:val="00305C92"/>
    <w:rsid w:val="00307D5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C1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4A0"/>
    <w:rsid w:val="0056696D"/>
    <w:rsid w:val="0058045B"/>
    <w:rsid w:val="00586927"/>
    <w:rsid w:val="00591E57"/>
    <w:rsid w:val="0059484D"/>
    <w:rsid w:val="005A0855"/>
    <w:rsid w:val="005A133C"/>
    <w:rsid w:val="005A3196"/>
    <w:rsid w:val="005C080F"/>
    <w:rsid w:val="005C55E5"/>
    <w:rsid w:val="005C696A"/>
    <w:rsid w:val="005D4B9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D5"/>
    <w:rsid w:val="00696477"/>
    <w:rsid w:val="006D050F"/>
    <w:rsid w:val="006D49B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3386"/>
    <w:rsid w:val="008449B3"/>
    <w:rsid w:val="00846D13"/>
    <w:rsid w:val="008552A2"/>
    <w:rsid w:val="0085747A"/>
    <w:rsid w:val="008831D6"/>
    <w:rsid w:val="00884922"/>
    <w:rsid w:val="00885F64"/>
    <w:rsid w:val="008917F9"/>
    <w:rsid w:val="008933D0"/>
    <w:rsid w:val="008977A2"/>
    <w:rsid w:val="008A45F7"/>
    <w:rsid w:val="008C0CC0"/>
    <w:rsid w:val="008C19A9"/>
    <w:rsid w:val="008C379D"/>
    <w:rsid w:val="008C5147"/>
    <w:rsid w:val="008C5359"/>
    <w:rsid w:val="008C5363"/>
    <w:rsid w:val="008D3DFB"/>
    <w:rsid w:val="008D7D15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9F574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2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A6B"/>
    <w:rsid w:val="00B607DB"/>
    <w:rsid w:val="00B66529"/>
    <w:rsid w:val="00B75946"/>
    <w:rsid w:val="00B8056E"/>
    <w:rsid w:val="00B819C8"/>
    <w:rsid w:val="00B82308"/>
    <w:rsid w:val="00B83DEB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993"/>
    <w:rsid w:val="00C56036"/>
    <w:rsid w:val="00C61DC5"/>
    <w:rsid w:val="00C67E92"/>
    <w:rsid w:val="00C70A26"/>
    <w:rsid w:val="00C766DF"/>
    <w:rsid w:val="00C8345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34A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DF7FF1"/>
    <w:rsid w:val="00E129B8"/>
    <w:rsid w:val="00E21E7D"/>
    <w:rsid w:val="00E22FBC"/>
    <w:rsid w:val="00E24BF5"/>
    <w:rsid w:val="00E25338"/>
    <w:rsid w:val="00E41CAD"/>
    <w:rsid w:val="00E51E44"/>
    <w:rsid w:val="00E63348"/>
    <w:rsid w:val="00E661B9"/>
    <w:rsid w:val="00E742AA"/>
    <w:rsid w:val="00E77E88"/>
    <w:rsid w:val="00E8107D"/>
    <w:rsid w:val="00E82A47"/>
    <w:rsid w:val="00E83E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8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D02A7C"/>
    <w:rsid w:val="0750B360"/>
    <w:rsid w:val="0DA0A69F"/>
    <w:rsid w:val="19C1EEF9"/>
    <w:rsid w:val="1E87174D"/>
    <w:rsid w:val="211086D3"/>
    <w:rsid w:val="26594E14"/>
    <w:rsid w:val="26A219D4"/>
    <w:rsid w:val="2A614949"/>
    <w:rsid w:val="327CE164"/>
    <w:rsid w:val="3FCD86F8"/>
    <w:rsid w:val="423E13D9"/>
    <w:rsid w:val="478EB074"/>
    <w:rsid w:val="503CB990"/>
    <w:rsid w:val="5F80A989"/>
    <w:rsid w:val="60DB0BD5"/>
    <w:rsid w:val="67299613"/>
    <w:rsid w:val="732CF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18C7"/>
  <w15:docId w15:val="{DEFE442F-5C2B-4A67-ABCB-88192CE2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CA9DEC-4049-4AC3-99E8-3CF7D7024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437E3F-6E3B-40E9-9891-8AD4C686D1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E755CC-BCF8-4FC7-9CB2-C034F49AA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6AC4CC7-1560-4F53-96C2-CC97273F4D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965</Words>
  <Characters>5791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2020-10-13T10:19:00Z</dcterms:created>
  <dcterms:modified xsi:type="dcterms:W3CDTF">2020-12-07T18:43:00Z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